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718" w:rsidRDefault="00A130C5"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098992F" wp14:editId="693967EE">
                <wp:simplePos x="0" y="0"/>
                <wp:positionH relativeFrom="column">
                  <wp:posOffset>2905125</wp:posOffset>
                </wp:positionH>
                <wp:positionV relativeFrom="paragraph">
                  <wp:posOffset>4057650</wp:posOffset>
                </wp:positionV>
                <wp:extent cx="3200400" cy="47244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72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0C5" w:rsidRDefault="00A130C5" w:rsidP="00A130C5">
                            <w:pPr>
                              <w:pStyle w:val="InsertListHere01"/>
                              <w:spacing w:line="240" w:lineRule="auto"/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Wild Wise</w:t>
                            </w:r>
                          </w:p>
                          <w:p w:rsidR="00A130C5" w:rsidRDefault="00A130C5" w:rsidP="00A130C5">
                            <w:pPr>
                              <w:pStyle w:val="InsertListHere01"/>
                              <w:spacing w:line="240" w:lineRule="auto"/>
                              <w:rPr>
                                <w:b w:val="0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 w:val="0"/>
                                <w:sz w:val="20"/>
                              </w:rPr>
                              <w:t>Offered to King County schools grades 3-7.</w:t>
                            </w:r>
                            <w:proofErr w:type="gramEnd"/>
                            <w:r>
                              <w:rPr>
                                <w:b w:val="0"/>
                                <w:sz w:val="20"/>
                              </w:rPr>
                              <w:t xml:space="preserve"> Fees will vary. Students use their observation and investigation skills as they explore Washington habitats. This program includes:</w:t>
                            </w:r>
                          </w:p>
                          <w:p w:rsidR="00A130C5" w:rsidRDefault="00A130C5" w:rsidP="00A130C5">
                            <w:pPr>
                              <w:pStyle w:val="InsertListHere01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b w:val="0"/>
                                <w:sz w:val="20"/>
                              </w:rPr>
                              <w:t>Indoor Presentation (can be booked alone)</w:t>
                            </w:r>
                          </w:p>
                          <w:p w:rsidR="00A130C5" w:rsidRDefault="00A130C5" w:rsidP="00A130C5">
                            <w:pPr>
                              <w:pStyle w:val="InsertListHere01"/>
                              <w:numPr>
                                <w:ilvl w:val="0"/>
                                <w:numId w:val="6"/>
                              </w:numPr>
                              <w:spacing w:line="240" w:lineRule="auto"/>
                              <w:rPr>
                                <w:b w:val="0"/>
                                <w:sz w:val="20"/>
                              </w:rPr>
                            </w:pPr>
                            <w:r>
                              <w:rPr>
                                <w:b w:val="0"/>
                                <w:sz w:val="20"/>
                              </w:rPr>
                              <w:t>Outdoor Exploration (size limited to one class per hour session)</w:t>
                            </w:r>
                          </w:p>
                          <w:p w:rsidR="00A130C5" w:rsidRDefault="00A130C5" w:rsidP="00A130C5">
                            <w:pPr>
                              <w:pStyle w:val="InsertListHere01"/>
                              <w:spacing w:line="240" w:lineRule="auto"/>
                              <w:rPr>
                                <w:b w:val="0"/>
                                <w:sz w:val="20"/>
                              </w:rPr>
                            </w:pPr>
                          </w:p>
                          <w:p w:rsidR="00A130C5" w:rsidRDefault="00A130C5" w:rsidP="00A130C5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  <w:szCs w:val="22"/>
                              </w:rPr>
                              <w:t>Up CLOSE</w:t>
                            </w:r>
                          </w:p>
                          <w:p w:rsidR="00A130C5" w:rsidRDefault="00A130C5" w:rsidP="00A130C5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 xml:space="preserve">Offered to </w:t>
                            </w:r>
                            <w:r w:rsidR="00060363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King County schools pre-K</w:t>
                            </w: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–12.</w:t>
                            </w:r>
                            <w:proofErr w:type="gramEnd"/>
                            <w:r w:rsidR="00060363"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 xml:space="preserve"> Fees will vary. CLOSE programs are 45-55 minutes long and include a visit from a live animal. Programs support the science EALRs and are geared towards specific age groups. This program includes.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Discovery Kits ($27.00 loan fee)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Anthropod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 xml:space="preserve"> Programs (pre-K–3)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Raptor Programs (pre-K–12)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Reptile Programs (pre-K–3)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060363" w:rsidRDefault="00060363" w:rsidP="0006036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060363" w:rsidRDefault="00060363" w:rsidP="0006036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</w:p>
                          <w:p w:rsidR="00060363" w:rsidRDefault="00060363" w:rsidP="00060363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FFFF"/>
                                <w:sz w:val="22"/>
                                <w:szCs w:val="22"/>
                              </w:rPr>
                              <w:t>Teacher Resources: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Teacher packets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Zoo visit activity sheets</w:t>
                            </w:r>
                          </w:p>
                          <w:p w:rsid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Zoo Edition</w:t>
                            </w:r>
                          </w:p>
                          <w:p w:rsidR="00060363" w:rsidRPr="00060363" w:rsidRDefault="00060363" w:rsidP="00060363">
                            <w:pPr>
                              <w:pStyle w:val="BasicParagraph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FFFFFF"/>
                                <w:sz w:val="20"/>
                                <w:szCs w:val="20"/>
                              </w:rPr>
                              <w:t>Zoo career information for students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28.75pt;margin-top:319.5pt;width:252pt;height:37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" filled="f" stroked="f">
                <v:textbox inset="0,0,0,0">
                  <w:txbxContent>
                    <w:p w:rsidR="00A130C5" w:rsidRDefault="00A130C5" w:rsidP="00A130C5">
                      <w:pPr>
                        <w:pStyle w:val="InsertListHere01"/>
                        <w:spacing w:line="240" w:lineRule="auto"/>
                        <w:rPr>
                          <w:b w:val="0"/>
                          <w:sz w:val="20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Wild Wise</w:t>
                      </w:r>
                    </w:p>
                    <w:p w:rsidR="00A130C5" w:rsidRDefault="00A130C5" w:rsidP="00A130C5">
                      <w:pPr>
                        <w:pStyle w:val="InsertListHere01"/>
                        <w:spacing w:line="240" w:lineRule="auto"/>
                        <w:rPr>
                          <w:b w:val="0"/>
                          <w:sz w:val="20"/>
                        </w:rPr>
                      </w:pPr>
                      <w:proofErr w:type="gramStart"/>
                      <w:r>
                        <w:rPr>
                          <w:b w:val="0"/>
                          <w:sz w:val="20"/>
                        </w:rPr>
                        <w:t>Offered to King County schools grades 3-7.</w:t>
                      </w:r>
                      <w:proofErr w:type="gramEnd"/>
                      <w:r>
                        <w:rPr>
                          <w:b w:val="0"/>
                          <w:sz w:val="20"/>
                        </w:rPr>
                        <w:t xml:space="preserve"> Fees will vary. Students use their observation and investigation skills as they explore Washington habitats. This program includes:</w:t>
                      </w:r>
                    </w:p>
                    <w:p w:rsidR="00A130C5" w:rsidRDefault="00A130C5" w:rsidP="00A130C5">
                      <w:pPr>
                        <w:pStyle w:val="InsertListHere01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b w:val="0"/>
                          <w:sz w:val="20"/>
                        </w:rPr>
                      </w:pPr>
                      <w:r>
                        <w:rPr>
                          <w:b w:val="0"/>
                          <w:sz w:val="20"/>
                        </w:rPr>
                        <w:t>Indoor Presentation (can be booked alone)</w:t>
                      </w:r>
                    </w:p>
                    <w:p w:rsidR="00A130C5" w:rsidRDefault="00A130C5" w:rsidP="00A130C5">
                      <w:pPr>
                        <w:pStyle w:val="InsertListHere01"/>
                        <w:numPr>
                          <w:ilvl w:val="0"/>
                          <w:numId w:val="6"/>
                        </w:numPr>
                        <w:spacing w:line="240" w:lineRule="auto"/>
                        <w:rPr>
                          <w:b w:val="0"/>
                          <w:sz w:val="20"/>
                        </w:rPr>
                      </w:pPr>
                      <w:r>
                        <w:rPr>
                          <w:b w:val="0"/>
                          <w:sz w:val="20"/>
                        </w:rPr>
                        <w:t>Outdoor Exploration (size limited to one class per hour session)</w:t>
                      </w:r>
                    </w:p>
                    <w:p w:rsidR="00A130C5" w:rsidRDefault="00A130C5" w:rsidP="00A130C5">
                      <w:pPr>
                        <w:pStyle w:val="InsertListHere01"/>
                        <w:spacing w:line="240" w:lineRule="auto"/>
                        <w:rPr>
                          <w:b w:val="0"/>
                          <w:sz w:val="20"/>
                        </w:rPr>
                      </w:pPr>
                    </w:p>
                    <w:p w:rsidR="00A130C5" w:rsidRDefault="00A130C5" w:rsidP="00A130C5">
                      <w:pPr>
                        <w:pStyle w:val="BasicParagraph"/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22"/>
                          <w:szCs w:val="22"/>
                        </w:rPr>
                        <w:t>Up CLOSE</w:t>
                      </w:r>
                    </w:p>
                    <w:p w:rsidR="00A130C5" w:rsidRDefault="00A130C5" w:rsidP="00A130C5">
                      <w:pPr>
                        <w:pStyle w:val="BasicParagraph"/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 xml:space="preserve">Offered to </w:t>
                      </w:r>
                      <w:r w:rsidR="00060363"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King County schools pre-K</w:t>
                      </w: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–12.</w:t>
                      </w:r>
                      <w:proofErr w:type="gramEnd"/>
                      <w:r w:rsidR="00060363"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 xml:space="preserve"> Fees will vary. CLOSE programs are 45-55 minutes long and include a visit from a live animal. Programs support the science EALRs and are geared towards specific age groups. This program includes.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Discovery Kits ($27.00 loan fee)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Anthropod</w:t>
                      </w:r>
                      <w:proofErr w:type="spellEnd"/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 xml:space="preserve"> Programs (pre-K–3)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Raptor Programs (pre-K–12)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Reptile Programs (pre-K–3)</w:t>
                      </w:r>
                    </w:p>
                    <w:p w:rsidR="00060363" w:rsidRDefault="00060363" w:rsidP="00060363">
                      <w:pPr>
                        <w:pStyle w:val="BasicParagraph"/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</w:p>
                    <w:p w:rsidR="00060363" w:rsidRDefault="00060363" w:rsidP="00060363">
                      <w:pPr>
                        <w:pStyle w:val="BasicParagraph"/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</w:p>
                    <w:p w:rsidR="00060363" w:rsidRDefault="00060363" w:rsidP="00060363">
                      <w:pPr>
                        <w:pStyle w:val="BasicParagraph"/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</w:p>
                    <w:p w:rsidR="00060363" w:rsidRDefault="00060363" w:rsidP="00060363">
                      <w:pPr>
                        <w:pStyle w:val="BasicParagraph"/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FFFF"/>
                          <w:sz w:val="22"/>
                          <w:szCs w:val="22"/>
                        </w:rPr>
                        <w:t>Teacher Resources: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8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Teacher packets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8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Zoo visit activity sheets</w:t>
                      </w:r>
                    </w:p>
                    <w:p w:rsidR="00060363" w:rsidRDefault="00060363" w:rsidP="00060363">
                      <w:pPr>
                        <w:pStyle w:val="BasicParagraph"/>
                        <w:numPr>
                          <w:ilvl w:val="0"/>
                          <w:numId w:val="8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Zoo Edition</w:t>
                      </w:r>
                    </w:p>
                    <w:p w:rsidR="00060363" w:rsidRPr="00060363" w:rsidRDefault="00060363" w:rsidP="00060363">
                      <w:pPr>
                        <w:pStyle w:val="BasicParagraph"/>
                        <w:numPr>
                          <w:ilvl w:val="0"/>
                          <w:numId w:val="8"/>
                        </w:numPr>
                        <w:spacing w:line="240" w:lineRule="auto"/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color w:val="FFFFFF"/>
                          <w:sz w:val="20"/>
                          <w:szCs w:val="20"/>
                        </w:rPr>
                        <w:t>Zoo career information for students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A242FF5" wp14:editId="29507743">
                <wp:simplePos x="0" y="0"/>
                <wp:positionH relativeFrom="column">
                  <wp:posOffset>2971800</wp:posOffset>
                </wp:positionH>
                <wp:positionV relativeFrom="paragraph">
                  <wp:posOffset>3724275</wp:posOffset>
                </wp:positionV>
                <wp:extent cx="3200400" cy="333375"/>
                <wp:effectExtent l="0" t="0" r="0" b="952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718" w:rsidRPr="00A130C5" w:rsidRDefault="00A130C5" w:rsidP="00DB2718">
                            <w:pPr>
                              <w:pStyle w:val="Call-outTextHere01"/>
                              <w:rPr>
                                <w:color w:val="0D6D46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color w:val="0D6D46"/>
                                <w:sz w:val="30"/>
                                <w:szCs w:val="30"/>
                              </w:rPr>
                              <w:t>Outreach</w:t>
                            </w:r>
                          </w:p>
                          <w:p w:rsidR="00DB2718" w:rsidRPr="00E81B99" w:rsidRDefault="00DB2718" w:rsidP="00DB2718">
                            <w:pPr>
                              <w:pStyle w:val="BasicParagraph"/>
                              <w:rPr>
                                <w:rFonts w:ascii="Helvetica" w:hAnsi="Helvetica"/>
                                <w:color w:val="FFFFFF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34pt;margin-top:293.25pt;width:252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" filled="f" stroked="f">
                <v:textbox inset="0,0,0,0">
                  <w:txbxContent>
                    <w:p w:rsidR="00DB2718" w:rsidRPr="00A130C5" w:rsidRDefault="00A130C5" w:rsidP="00DB2718">
                      <w:pPr>
                        <w:pStyle w:val="Call-outTextHere01"/>
                        <w:rPr>
                          <w:color w:val="0D6D46"/>
                          <w:sz w:val="30"/>
                          <w:szCs w:val="30"/>
                        </w:rPr>
                      </w:pPr>
                      <w:r>
                        <w:rPr>
                          <w:color w:val="0D6D46"/>
                          <w:sz w:val="30"/>
                          <w:szCs w:val="30"/>
                        </w:rPr>
                        <w:t>Outreach</w:t>
                      </w:r>
                    </w:p>
                    <w:p w:rsidR="00DB2718" w:rsidRPr="00E81B99" w:rsidRDefault="00DB2718" w:rsidP="00DB2718">
                      <w:pPr>
                        <w:pStyle w:val="BasicParagraph"/>
                        <w:rPr>
                          <w:rFonts w:ascii="Helvetica" w:hAnsi="Helvetica"/>
                          <w:color w:val="FFFFFF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4337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EFC1418" wp14:editId="779B8C85">
                <wp:simplePos x="0" y="0"/>
                <wp:positionH relativeFrom="column">
                  <wp:posOffset>-552450</wp:posOffset>
                </wp:positionH>
                <wp:positionV relativeFrom="paragraph">
                  <wp:posOffset>581025</wp:posOffset>
                </wp:positionV>
                <wp:extent cx="3081655" cy="8420100"/>
                <wp:effectExtent l="0" t="0" r="4445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842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2718" w:rsidRPr="00D62111" w:rsidRDefault="00520E5E" w:rsidP="00DB2718">
                            <w:pPr>
                              <w:pStyle w:val="Subhead"/>
                              <w:rPr>
                                <w:color w:val="13674B"/>
                                <w:szCs w:val="30"/>
                              </w:rPr>
                            </w:pPr>
                            <w:r w:rsidRPr="00D62111">
                              <w:rPr>
                                <w:color w:val="13674B"/>
                                <w:szCs w:val="30"/>
                              </w:rPr>
                              <w:t>Rates</w:t>
                            </w:r>
                          </w:p>
                          <w:p w:rsidR="00DB2718" w:rsidRPr="00D62111" w:rsidRDefault="00D62111" w:rsidP="00DB2718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  <w:r w:rsidRPr="00D62111">
                              <w:rPr>
                                <w:color w:val="7F7F7F" w:themeColor="text1" w:themeTint="80"/>
                              </w:rPr>
                              <w:t>Schools in King County that are 30% free or reduced-price lunch can receive free zoo admission and reimbursed bus transportation</w:t>
                            </w:r>
                            <w:r w:rsidR="00DB2718" w:rsidRPr="00D62111">
                              <w:rPr>
                                <w:color w:val="7F7F7F" w:themeColor="text1" w:themeTint="80"/>
                              </w:rPr>
                              <w:t xml:space="preserve">. </w:t>
                            </w:r>
                          </w:p>
                          <w:p w:rsidR="00DB2718" w:rsidRPr="00D62111" w:rsidRDefault="00DB2718" w:rsidP="00DB2718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DB2718" w:rsidRDefault="00D62111" w:rsidP="00DB2718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Regular School Rates (per person):</w:t>
                            </w:r>
                          </w:p>
                          <w:p w:rsidR="00D62111" w:rsidRDefault="00D62111" w:rsidP="00D62111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 xml:space="preserve">     September 1 – February 29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ab/>
                              <w:t xml:space="preserve">     $6.50</w:t>
                            </w:r>
                          </w:p>
                          <w:p w:rsidR="00D62111" w:rsidRDefault="00D62111" w:rsidP="00D62111">
                            <w:pPr>
                              <w:pStyle w:val="BodyText01"/>
                              <w:rPr>
                                <w:color w:val="7F7F7F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 xml:space="preserve">     </w:t>
                            </w:r>
                            <w:r>
                              <w:rPr>
                                <w:color w:val="7F7F7F"/>
                              </w:rPr>
                              <w:t>March</w:t>
                            </w:r>
                            <w:r w:rsidRPr="00D62111">
                              <w:rPr>
                                <w:color w:val="7F7F7F"/>
                              </w:rPr>
                              <w:t xml:space="preserve"> 1 – </w:t>
                            </w:r>
                            <w:r>
                              <w:rPr>
                                <w:color w:val="7F7F7F"/>
                              </w:rPr>
                              <w:t>April</w:t>
                            </w:r>
                            <w:r w:rsidRPr="00D62111">
                              <w:rPr>
                                <w:color w:val="7F7F7F"/>
                              </w:rPr>
                              <w:t xml:space="preserve"> </w:t>
                            </w:r>
                            <w:r>
                              <w:rPr>
                                <w:color w:val="7F7F7F"/>
                              </w:rPr>
                              <w:t>30</w:t>
                            </w:r>
                            <w:r>
                              <w:rPr>
                                <w:color w:val="7F7F7F"/>
                              </w:rPr>
                              <w:tab/>
                            </w:r>
                            <w:r>
                              <w:rPr>
                                <w:color w:val="7F7F7F"/>
                              </w:rPr>
                              <w:tab/>
                              <w:t xml:space="preserve">     $7.50</w:t>
                            </w:r>
                          </w:p>
                          <w:p w:rsidR="00D62111" w:rsidRDefault="00D62111" w:rsidP="00D62111">
                            <w:pPr>
                              <w:pStyle w:val="BodyText01"/>
                              <w:rPr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 xml:space="preserve">     May 1 – August 31</w:t>
                            </w:r>
                            <w:r>
                              <w:rPr>
                                <w:color w:val="7F7F7F"/>
                              </w:rPr>
                              <w:tab/>
                            </w:r>
                            <w:r>
                              <w:rPr>
                                <w:color w:val="7F7F7F"/>
                              </w:rPr>
                              <w:tab/>
                              <w:t xml:space="preserve">     $9.00</w:t>
                            </w:r>
                          </w:p>
                          <w:p w:rsidR="00ED6AB2" w:rsidRDefault="00ED6AB2" w:rsidP="00D62111">
                            <w:pPr>
                              <w:pStyle w:val="BodyText01"/>
                              <w:rPr>
                                <w:color w:val="7F7F7F"/>
                              </w:rPr>
                            </w:pPr>
                          </w:p>
                          <w:p w:rsidR="00ED6AB2" w:rsidRDefault="00ED6AB2" w:rsidP="00D62111">
                            <w:pPr>
                              <w:pStyle w:val="BodyText01"/>
                              <w:rPr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Car Parking: $5.25</w:t>
                            </w:r>
                          </w:p>
                          <w:p w:rsidR="00ED6AB2" w:rsidRPr="00ED6AB2" w:rsidRDefault="00ED6AB2" w:rsidP="00D62111">
                            <w:pPr>
                              <w:pStyle w:val="BodyText01"/>
                              <w:rPr>
                                <w:color w:val="7F7F7F"/>
                              </w:rPr>
                            </w:pPr>
                            <w:r>
                              <w:rPr>
                                <w:color w:val="7F7F7F"/>
                              </w:rPr>
                              <w:t>Bus Parking: $15.75</w:t>
                            </w:r>
                          </w:p>
                          <w:p w:rsidR="00DB2718" w:rsidRPr="00D62111" w:rsidRDefault="00DB2718" w:rsidP="00DB2718">
                            <w:pPr>
                              <w:spacing w:line="280" w:lineRule="atLeast"/>
                              <w:rPr>
                                <w:rFonts w:ascii="Helvetica" w:hAnsi="Helvetica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</w:p>
                          <w:p w:rsidR="00DB2718" w:rsidRPr="00D62111" w:rsidRDefault="00F37F5C" w:rsidP="00DB2718">
                            <w:pPr>
                              <w:pStyle w:val="Subhead"/>
                              <w:spacing w:before="80" w:line="300" w:lineRule="atLeast"/>
                              <w:rPr>
                                <w:color w:val="0D6D46"/>
                                <w:szCs w:val="30"/>
                              </w:rPr>
                            </w:pPr>
                            <w:r>
                              <w:rPr>
                                <w:color w:val="0D6D46"/>
                                <w:szCs w:val="30"/>
                              </w:rPr>
                              <w:t>At the Zoo</w:t>
                            </w:r>
                          </w:p>
                          <w:p w:rsidR="00DB2718" w:rsidRPr="00F37F5C" w:rsidRDefault="00F37F5C" w:rsidP="00DB2718">
                            <w:pPr>
                              <w:pStyle w:val="BodyText01"/>
                              <w:rPr>
                                <w:b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  <w:r w:rsidRPr="00F37F5C">
                              <w:rPr>
                                <w:b/>
                                <w:color w:val="7F7F7F" w:themeColor="text1" w:themeTint="80"/>
                                <w:sz w:val="22"/>
                                <w:szCs w:val="22"/>
                              </w:rPr>
                              <w:t>School-to-Zoo Programs:</w:t>
                            </w:r>
                          </w:p>
                          <w:p w:rsidR="00F37F5C" w:rsidRDefault="00F37F5C" w:rsidP="00DB2718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  <w:r w:rsidRPr="00F37F5C">
                              <w:rPr>
                                <w:color w:val="7F7F7F" w:themeColor="text1" w:themeTint="80"/>
                              </w:rPr>
                              <w:t xml:space="preserve">Offered to King County schools grades K-5. These zoo staff guided programs are designed to align with the </w:t>
                            </w:r>
                            <w:r w:rsidRPr="00F37F5C">
                              <w:rPr>
                                <w:color w:val="7F7F7F" w:themeColor="text1" w:themeTint="80"/>
                              </w:rPr>
                              <w:t>NSRC/STC science kits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used in Seattle Schools. </w:t>
                            </w: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Offered Tuesday-Friday at 10:15 and 11:30.</w:t>
                            </w:r>
                            <w:proofErr w:type="gramEnd"/>
                          </w:p>
                          <w:p w:rsidR="00F37F5C" w:rsidRDefault="00F37F5C" w:rsidP="00DB2718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F37F5C" w:rsidRDefault="00F37F5C" w:rsidP="00F37F5C">
                            <w:pPr>
                              <w:pStyle w:val="BodyText01"/>
                              <w:numPr>
                                <w:ilvl w:val="0"/>
                                <w:numId w:val="2"/>
                              </w:num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Farm and Fabric/Family Farm (K-1)</w:t>
                            </w:r>
                          </w:p>
                          <w:p w:rsidR="00F37F5C" w:rsidRDefault="00F37F5C" w:rsidP="00F37F5C">
                            <w:pPr>
                              <w:pStyle w:val="BodyText01"/>
                              <w:numPr>
                                <w:ilvl w:val="0"/>
                                <w:numId w:val="2"/>
                              </w:num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Weather and Organisms/African Savanna</w:t>
                            </w:r>
                          </w:p>
                          <w:p w:rsidR="00F37F5C" w:rsidRPr="00F37F5C" w:rsidRDefault="00F37F5C" w:rsidP="00F37F5C">
                            <w:pPr>
                              <w:pStyle w:val="BodyText01"/>
                              <w:ind w:left="720"/>
                              <w:rPr>
                                <w:color w:val="7F7F7F" w:themeColor="text1" w:themeTint="80"/>
                              </w:rPr>
                            </w:pPr>
                            <w:r w:rsidRPr="00F37F5C">
                              <w:rPr>
                                <w:color w:val="7F7F7F" w:themeColor="text1" w:themeTint="80"/>
                              </w:rPr>
                              <w:t>(K-2)</w:t>
                            </w:r>
                          </w:p>
                          <w:p w:rsidR="00F37F5C" w:rsidRDefault="006C4337" w:rsidP="00F37F5C">
                            <w:pPr>
                              <w:pStyle w:val="BodyText01"/>
                              <w:numPr>
                                <w:ilvl w:val="0"/>
                                <w:numId w:val="2"/>
                              </w:num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Forest Explorers/Temperate Forest and Tropical Rain Forest (1-3)</w:t>
                            </w:r>
                          </w:p>
                          <w:p w:rsidR="006C4337" w:rsidRDefault="006C4337" w:rsidP="00F37F5C">
                            <w:pPr>
                              <w:pStyle w:val="BodyText01"/>
                              <w:numPr>
                                <w:ilvl w:val="0"/>
                                <w:numId w:val="2"/>
                              </w:num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Plant Growth and Development/Tropical Asia (2-4)</w:t>
                            </w:r>
                          </w:p>
                          <w:p w:rsidR="006C4337" w:rsidRDefault="006C4337" w:rsidP="00F37F5C">
                            <w:pPr>
                              <w:pStyle w:val="BodyText01"/>
                              <w:numPr>
                                <w:ilvl w:val="0"/>
                                <w:numId w:val="2"/>
                              </w:numPr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</w:rPr>
                              <w:t>Ecosystems/Northern Trail (3-5)</w:t>
                            </w:r>
                          </w:p>
                          <w:p w:rsidR="006C4337" w:rsidRDefault="006C4337" w:rsidP="006C4337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6C4337" w:rsidRDefault="006C4337" w:rsidP="006C4337">
                            <w:pPr>
                              <w:pStyle w:val="BodyText01"/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  <w:sz w:val="22"/>
                                <w:szCs w:val="22"/>
                              </w:rPr>
                              <w:t>ZEST Programs:</w:t>
                            </w:r>
                          </w:p>
                          <w:p w:rsidR="006C4337" w:rsidRDefault="006C4337" w:rsidP="006C4337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 xml:space="preserve">Offered to all </w:t>
                            </w:r>
                            <w:r w:rsidRPr="006C4337">
                              <w:rPr>
                                <w:color w:val="7F7F7F" w:themeColor="text1" w:themeTint="80"/>
                                <w:szCs w:val="20"/>
                              </w:rPr>
                              <w:t xml:space="preserve">schools grades K-12. These docent-guided programs align with </w:t>
                            </w:r>
                            <w:r w:rsidRPr="006C4337">
                              <w:rPr>
                                <w:color w:val="7F7F7F" w:themeColor="text1" w:themeTint="80"/>
                              </w:rPr>
                              <w:t>Washington’s Science Standards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 xml:space="preserve"> and involve students in explorations of the zoo and conservation issues. </w:t>
                            </w:r>
                            <w:proofErr w:type="gramStart"/>
                            <w:r>
                              <w:rPr>
                                <w:color w:val="7F7F7F" w:themeColor="text1" w:themeTint="80"/>
                              </w:rPr>
                              <w:t>Offered Tuesday-Thursday.</w:t>
                            </w:r>
                            <w:proofErr w:type="gramEnd"/>
                          </w:p>
                          <w:p w:rsidR="006C4337" w:rsidRDefault="006C4337" w:rsidP="006C4337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6C4337" w:rsidRDefault="006C4337" w:rsidP="006C4337">
                            <w:pPr>
                              <w:pStyle w:val="BodyText01"/>
                              <w:numPr>
                                <w:ilvl w:val="0"/>
                                <w:numId w:val="3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Survival in the North (1-12)</w:t>
                            </w:r>
                          </w:p>
                          <w:p w:rsidR="006C4337" w:rsidRDefault="006C4337" w:rsidP="006C4337">
                            <w:pPr>
                              <w:pStyle w:val="BodyText01"/>
                              <w:numPr>
                                <w:ilvl w:val="0"/>
                                <w:numId w:val="3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Interconnections: People, Plants and Animals (1-12)</w:t>
                            </w:r>
                          </w:p>
                          <w:p w:rsidR="006C4337" w:rsidRDefault="006C4337" w:rsidP="006C4337">
                            <w:pPr>
                              <w:pStyle w:val="BodyText01"/>
                              <w:numPr>
                                <w:ilvl w:val="0"/>
                                <w:numId w:val="3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Soaked or Parched? Adaptations in the African Savanna (1-12)</w:t>
                            </w:r>
                          </w:p>
                          <w:p w:rsidR="006C4337" w:rsidRPr="006C4337" w:rsidRDefault="006C4337" w:rsidP="006C4337">
                            <w:pPr>
                              <w:pStyle w:val="BodyText01"/>
                              <w:numPr>
                                <w:ilvl w:val="0"/>
                                <w:numId w:val="3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Tropical Rain Forest (K-12)</w:t>
                            </w:r>
                          </w:p>
                          <w:p w:rsidR="006C4337" w:rsidRPr="006C4337" w:rsidRDefault="006C4337" w:rsidP="006C4337">
                            <w:pPr>
                              <w:pStyle w:val="BodyText01"/>
                              <w:numPr>
                                <w:ilvl w:val="0"/>
                                <w:numId w:val="3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Endangered Species (5-12)</w:t>
                            </w:r>
                          </w:p>
                          <w:p w:rsidR="00F37F5C" w:rsidRDefault="00F37F5C" w:rsidP="00F37F5C">
                            <w:pPr>
                              <w:pStyle w:val="BodyText01"/>
                              <w:rPr>
                                <w:color w:val="7F7F7F" w:themeColor="text1" w:themeTint="80"/>
                              </w:rPr>
                            </w:pPr>
                          </w:p>
                          <w:p w:rsidR="007E10F5" w:rsidRDefault="007E10F5" w:rsidP="00E03B7B">
                            <w:pPr>
                              <w:pStyle w:val="BodyText01"/>
                              <w:rPr>
                                <w:b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</w:p>
                          <w:p w:rsidR="007E10F5" w:rsidRDefault="007E10F5" w:rsidP="00E03B7B">
                            <w:pPr>
                              <w:pStyle w:val="BodyText01"/>
                              <w:rPr>
                                <w:b/>
                                <w:color w:val="7F7F7F" w:themeColor="text1" w:themeTint="80"/>
                                <w:sz w:val="22"/>
                                <w:szCs w:val="22"/>
                              </w:rPr>
                            </w:pPr>
                          </w:p>
                          <w:p w:rsidR="00E03B7B" w:rsidRDefault="00E03B7B" w:rsidP="00E03B7B">
                            <w:pPr>
                              <w:pStyle w:val="BodyText01"/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7F7F7F" w:themeColor="text1" w:themeTint="80"/>
                                <w:sz w:val="22"/>
                                <w:szCs w:val="22"/>
                              </w:rPr>
                              <w:t>For More Information:</w:t>
                            </w:r>
                          </w:p>
                          <w:p w:rsidR="00E03B7B" w:rsidRDefault="00E03B7B" w:rsidP="00E03B7B">
                            <w:pPr>
                              <w:pStyle w:val="BodyText01"/>
                              <w:numPr>
                                <w:ilvl w:val="0"/>
                                <w:numId w:val="5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www.</w:t>
                            </w:r>
                            <w:r w:rsidR="007E10F5">
                              <w:rPr>
                                <w:color w:val="7F7F7F" w:themeColor="text1" w:themeTint="80"/>
                                <w:szCs w:val="20"/>
                              </w:rPr>
                              <w:t>zoo.org</w:t>
                            </w:r>
                          </w:p>
                          <w:p w:rsidR="007E10F5" w:rsidRPr="00E03B7B" w:rsidRDefault="007E10F5" w:rsidP="00E03B7B">
                            <w:pPr>
                              <w:pStyle w:val="BodyText01"/>
                              <w:numPr>
                                <w:ilvl w:val="0"/>
                                <w:numId w:val="5"/>
                              </w:numPr>
                              <w:rPr>
                                <w:color w:val="7F7F7F" w:themeColor="text1" w:themeTint="80"/>
                                <w:szCs w:val="20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Cs w:val="20"/>
                              </w:rPr>
                              <w:t>Call: (206) 548-2424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-43.5pt;margin-top:45.75pt;width:242.65pt;height:663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Tl4sgIAALE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" filled="f" stroked="f">
                <v:textbox inset="0,0,0,0">
                  <w:txbxContent>
                    <w:p w:rsidR="00DB2718" w:rsidRPr="00D62111" w:rsidRDefault="00520E5E" w:rsidP="00DB2718">
                      <w:pPr>
                        <w:pStyle w:val="Subhead"/>
                        <w:rPr>
                          <w:color w:val="13674B"/>
                          <w:szCs w:val="30"/>
                        </w:rPr>
                      </w:pPr>
                      <w:r w:rsidRPr="00D62111">
                        <w:rPr>
                          <w:color w:val="13674B"/>
                          <w:szCs w:val="30"/>
                        </w:rPr>
                        <w:t>Rates</w:t>
                      </w:r>
                    </w:p>
                    <w:p w:rsidR="00DB2718" w:rsidRPr="00D62111" w:rsidRDefault="00D62111" w:rsidP="00DB2718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  <w:r w:rsidRPr="00D62111">
                        <w:rPr>
                          <w:color w:val="7F7F7F" w:themeColor="text1" w:themeTint="80"/>
                        </w:rPr>
                        <w:t>Schools in King County that are 30% free or reduced-price lunch can receive free zoo admission and reimbursed bus transportation</w:t>
                      </w:r>
                      <w:r w:rsidR="00DB2718" w:rsidRPr="00D62111">
                        <w:rPr>
                          <w:color w:val="7F7F7F" w:themeColor="text1" w:themeTint="80"/>
                        </w:rPr>
                        <w:t xml:space="preserve">. </w:t>
                      </w:r>
                    </w:p>
                    <w:p w:rsidR="00DB2718" w:rsidRPr="00D62111" w:rsidRDefault="00DB2718" w:rsidP="00DB2718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</w:p>
                    <w:p w:rsidR="00DB2718" w:rsidRDefault="00D62111" w:rsidP="00DB2718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Regular School Rates (per person):</w:t>
                      </w:r>
                    </w:p>
                    <w:p w:rsidR="00D62111" w:rsidRDefault="00D62111" w:rsidP="00D62111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  September 1 – February 29</w:t>
                      </w:r>
                      <w:r>
                        <w:rPr>
                          <w:color w:val="7F7F7F" w:themeColor="text1" w:themeTint="80"/>
                        </w:rPr>
                        <w:tab/>
                        <w:t xml:space="preserve">     $6.50</w:t>
                      </w:r>
                    </w:p>
                    <w:p w:rsidR="00D62111" w:rsidRDefault="00D62111" w:rsidP="00D62111">
                      <w:pPr>
                        <w:pStyle w:val="BodyText01"/>
                        <w:rPr>
                          <w:color w:val="7F7F7F"/>
                        </w:rPr>
                      </w:pPr>
                      <w:r>
                        <w:rPr>
                          <w:color w:val="7F7F7F" w:themeColor="text1" w:themeTint="80"/>
                        </w:rPr>
                        <w:t xml:space="preserve">     </w:t>
                      </w:r>
                      <w:r>
                        <w:rPr>
                          <w:color w:val="7F7F7F"/>
                        </w:rPr>
                        <w:t>March</w:t>
                      </w:r>
                      <w:r w:rsidRPr="00D62111">
                        <w:rPr>
                          <w:color w:val="7F7F7F"/>
                        </w:rPr>
                        <w:t xml:space="preserve"> 1 – </w:t>
                      </w:r>
                      <w:r>
                        <w:rPr>
                          <w:color w:val="7F7F7F"/>
                        </w:rPr>
                        <w:t>April</w:t>
                      </w:r>
                      <w:r w:rsidRPr="00D62111">
                        <w:rPr>
                          <w:color w:val="7F7F7F"/>
                        </w:rPr>
                        <w:t xml:space="preserve"> </w:t>
                      </w:r>
                      <w:r>
                        <w:rPr>
                          <w:color w:val="7F7F7F"/>
                        </w:rPr>
                        <w:t>30</w:t>
                      </w:r>
                      <w:r>
                        <w:rPr>
                          <w:color w:val="7F7F7F"/>
                        </w:rPr>
                        <w:tab/>
                      </w:r>
                      <w:r>
                        <w:rPr>
                          <w:color w:val="7F7F7F"/>
                        </w:rPr>
                        <w:tab/>
                        <w:t xml:space="preserve">     $7.50</w:t>
                      </w:r>
                    </w:p>
                    <w:p w:rsidR="00D62111" w:rsidRDefault="00D62111" w:rsidP="00D62111">
                      <w:pPr>
                        <w:pStyle w:val="BodyText01"/>
                        <w:rPr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 xml:space="preserve">     May 1 – August 31</w:t>
                      </w:r>
                      <w:r>
                        <w:rPr>
                          <w:color w:val="7F7F7F"/>
                        </w:rPr>
                        <w:tab/>
                      </w:r>
                      <w:r>
                        <w:rPr>
                          <w:color w:val="7F7F7F"/>
                        </w:rPr>
                        <w:tab/>
                        <w:t xml:space="preserve">     $9.00</w:t>
                      </w:r>
                    </w:p>
                    <w:p w:rsidR="00ED6AB2" w:rsidRDefault="00ED6AB2" w:rsidP="00D62111">
                      <w:pPr>
                        <w:pStyle w:val="BodyText01"/>
                        <w:rPr>
                          <w:color w:val="7F7F7F"/>
                        </w:rPr>
                      </w:pPr>
                    </w:p>
                    <w:p w:rsidR="00ED6AB2" w:rsidRDefault="00ED6AB2" w:rsidP="00D62111">
                      <w:pPr>
                        <w:pStyle w:val="BodyText01"/>
                        <w:rPr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Car Parking: $5.25</w:t>
                      </w:r>
                    </w:p>
                    <w:p w:rsidR="00ED6AB2" w:rsidRPr="00ED6AB2" w:rsidRDefault="00ED6AB2" w:rsidP="00D62111">
                      <w:pPr>
                        <w:pStyle w:val="BodyText01"/>
                        <w:rPr>
                          <w:color w:val="7F7F7F"/>
                        </w:rPr>
                      </w:pPr>
                      <w:r>
                        <w:rPr>
                          <w:color w:val="7F7F7F"/>
                        </w:rPr>
                        <w:t>Bus Parking: $15.75</w:t>
                      </w:r>
                    </w:p>
                    <w:p w:rsidR="00DB2718" w:rsidRPr="00D62111" w:rsidRDefault="00DB2718" w:rsidP="00DB2718">
                      <w:pPr>
                        <w:spacing w:line="280" w:lineRule="atLeast"/>
                        <w:rPr>
                          <w:rFonts w:ascii="Helvetica" w:hAnsi="Helvetica"/>
                          <w:color w:val="7F7F7F" w:themeColor="text1" w:themeTint="80"/>
                          <w:sz w:val="20"/>
                          <w:szCs w:val="20"/>
                        </w:rPr>
                      </w:pPr>
                    </w:p>
                    <w:p w:rsidR="00DB2718" w:rsidRPr="00D62111" w:rsidRDefault="00F37F5C" w:rsidP="00DB2718">
                      <w:pPr>
                        <w:pStyle w:val="Subhead"/>
                        <w:spacing w:before="80" w:line="300" w:lineRule="atLeast"/>
                        <w:rPr>
                          <w:color w:val="0D6D46"/>
                          <w:szCs w:val="30"/>
                        </w:rPr>
                      </w:pPr>
                      <w:r>
                        <w:rPr>
                          <w:color w:val="0D6D46"/>
                          <w:szCs w:val="30"/>
                        </w:rPr>
                        <w:t>At the Zoo</w:t>
                      </w:r>
                    </w:p>
                    <w:p w:rsidR="00DB2718" w:rsidRPr="00F37F5C" w:rsidRDefault="00F37F5C" w:rsidP="00DB2718">
                      <w:pPr>
                        <w:pStyle w:val="BodyText01"/>
                        <w:rPr>
                          <w:b/>
                          <w:color w:val="7F7F7F" w:themeColor="text1" w:themeTint="80"/>
                          <w:sz w:val="22"/>
                          <w:szCs w:val="22"/>
                        </w:rPr>
                      </w:pPr>
                      <w:r w:rsidRPr="00F37F5C">
                        <w:rPr>
                          <w:b/>
                          <w:color w:val="7F7F7F" w:themeColor="text1" w:themeTint="80"/>
                          <w:sz w:val="22"/>
                          <w:szCs w:val="22"/>
                        </w:rPr>
                        <w:t>School-to-Zoo Programs:</w:t>
                      </w:r>
                    </w:p>
                    <w:p w:rsidR="00F37F5C" w:rsidRDefault="00F37F5C" w:rsidP="00DB2718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  <w:r w:rsidRPr="00F37F5C">
                        <w:rPr>
                          <w:color w:val="7F7F7F" w:themeColor="text1" w:themeTint="80"/>
                        </w:rPr>
                        <w:t xml:space="preserve">Offered to King County schools grades K-5. These zoo staff guided programs are designed to align with the </w:t>
                      </w:r>
                      <w:r w:rsidRPr="00F37F5C">
                        <w:rPr>
                          <w:color w:val="7F7F7F" w:themeColor="text1" w:themeTint="80"/>
                        </w:rPr>
                        <w:t>NSRC/STC science kits</w:t>
                      </w:r>
                      <w:r>
                        <w:rPr>
                          <w:color w:val="7F7F7F" w:themeColor="text1" w:themeTint="80"/>
                        </w:rPr>
                        <w:t xml:space="preserve"> used in Seattle Schools. </w:t>
                      </w:r>
                      <w:proofErr w:type="gramStart"/>
                      <w:r>
                        <w:rPr>
                          <w:color w:val="7F7F7F" w:themeColor="text1" w:themeTint="80"/>
                        </w:rPr>
                        <w:t>Offered Tuesday-Friday at 10:15 and 11:30.</w:t>
                      </w:r>
                      <w:proofErr w:type="gramEnd"/>
                    </w:p>
                    <w:p w:rsidR="00F37F5C" w:rsidRDefault="00F37F5C" w:rsidP="00DB2718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</w:p>
                    <w:p w:rsidR="00F37F5C" w:rsidRDefault="00F37F5C" w:rsidP="00F37F5C">
                      <w:pPr>
                        <w:pStyle w:val="BodyText01"/>
                        <w:numPr>
                          <w:ilvl w:val="0"/>
                          <w:numId w:val="2"/>
                        </w:num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Farm and Fabric/Family Farm (K-1)</w:t>
                      </w:r>
                    </w:p>
                    <w:p w:rsidR="00F37F5C" w:rsidRDefault="00F37F5C" w:rsidP="00F37F5C">
                      <w:pPr>
                        <w:pStyle w:val="BodyText01"/>
                        <w:numPr>
                          <w:ilvl w:val="0"/>
                          <w:numId w:val="2"/>
                        </w:num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Weather and Organisms/African Savanna</w:t>
                      </w:r>
                    </w:p>
                    <w:p w:rsidR="00F37F5C" w:rsidRPr="00F37F5C" w:rsidRDefault="00F37F5C" w:rsidP="00F37F5C">
                      <w:pPr>
                        <w:pStyle w:val="BodyText01"/>
                        <w:ind w:left="720"/>
                        <w:rPr>
                          <w:color w:val="7F7F7F" w:themeColor="text1" w:themeTint="80"/>
                        </w:rPr>
                      </w:pPr>
                      <w:r w:rsidRPr="00F37F5C">
                        <w:rPr>
                          <w:color w:val="7F7F7F" w:themeColor="text1" w:themeTint="80"/>
                        </w:rPr>
                        <w:t>(K-2)</w:t>
                      </w:r>
                    </w:p>
                    <w:p w:rsidR="00F37F5C" w:rsidRDefault="006C4337" w:rsidP="00F37F5C">
                      <w:pPr>
                        <w:pStyle w:val="BodyText01"/>
                        <w:numPr>
                          <w:ilvl w:val="0"/>
                          <w:numId w:val="2"/>
                        </w:num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Forest Explorers/Temperate Forest and Tropical Rain Forest (1-3)</w:t>
                      </w:r>
                    </w:p>
                    <w:p w:rsidR="006C4337" w:rsidRDefault="006C4337" w:rsidP="00F37F5C">
                      <w:pPr>
                        <w:pStyle w:val="BodyText01"/>
                        <w:numPr>
                          <w:ilvl w:val="0"/>
                          <w:numId w:val="2"/>
                        </w:num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Plant Growth and Development/Tropical Asia (2-4)</w:t>
                      </w:r>
                    </w:p>
                    <w:p w:rsidR="006C4337" w:rsidRDefault="006C4337" w:rsidP="00F37F5C">
                      <w:pPr>
                        <w:pStyle w:val="BodyText01"/>
                        <w:numPr>
                          <w:ilvl w:val="0"/>
                          <w:numId w:val="2"/>
                        </w:numPr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</w:rPr>
                        <w:t>Ecosystems/Northern Trail (3-5)</w:t>
                      </w:r>
                    </w:p>
                    <w:p w:rsidR="006C4337" w:rsidRDefault="006C4337" w:rsidP="006C4337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</w:p>
                    <w:p w:rsidR="006C4337" w:rsidRDefault="006C4337" w:rsidP="006C4337">
                      <w:pPr>
                        <w:pStyle w:val="BodyText01"/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b/>
                          <w:color w:val="7F7F7F" w:themeColor="text1" w:themeTint="80"/>
                          <w:sz w:val="22"/>
                          <w:szCs w:val="22"/>
                        </w:rPr>
                        <w:t>ZEST Programs:</w:t>
                      </w:r>
                    </w:p>
                    <w:p w:rsidR="006C4337" w:rsidRDefault="006C4337" w:rsidP="006C4337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 xml:space="preserve">Offered to all </w:t>
                      </w:r>
                      <w:r w:rsidRPr="006C4337">
                        <w:rPr>
                          <w:color w:val="7F7F7F" w:themeColor="text1" w:themeTint="80"/>
                          <w:szCs w:val="20"/>
                        </w:rPr>
                        <w:t xml:space="preserve">schools grades K-12. These docent-guided programs align with </w:t>
                      </w:r>
                      <w:r w:rsidRPr="006C4337">
                        <w:rPr>
                          <w:color w:val="7F7F7F" w:themeColor="text1" w:themeTint="80"/>
                        </w:rPr>
                        <w:t>Washington’s Science Standards</w:t>
                      </w:r>
                      <w:r>
                        <w:rPr>
                          <w:color w:val="7F7F7F" w:themeColor="text1" w:themeTint="80"/>
                        </w:rPr>
                        <w:t xml:space="preserve"> and involve students in explorations of the zoo and conservation issues. </w:t>
                      </w:r>
                      <w:proofErr w:type="gramStart"/>
                      <w:r>
                        <w:rPr>
                          <w:color w:val="7F7F7F" w:themeColor="text1" w:themeTint="80"/>
                        </w:rPr>
                        <w:t>Offered Tuesday-Thursday.</w:t>
                      </w:r>
                      <w:proofErr w:type="gramEnd"/>
                    </w:p>
                    <w:p w:rsidR="006C4337" w:rsidRDefault="006C4337" w:rsidP="006C4337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</w:p>
                    <w:p w:rsidR="006C4337" w:rsidRDefault="006C4337" w:rsidP="006C4337">
                      <w:pPr>
                        <w:pStyle w:val="BodyText01"/>
                        <w:numPr>
                          <w:ilvl w:val="0"/>
                          <w:numId w:val="3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Survival in the North (1-12)</w:t>
                      </w:r>
                    </w:p>
                    <w:p w:rsidR="006C4337" w:rsidRDefault="006C4337" w:rsidP="006C4337">
                      <w:pPr>
                        <w:pStyle w:val="BodyText01"/>
                        <w:numPr>
                          <w:ilvl w:val="0"/>
                          <w:numId w:val="3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Interconnections: People, Plants and Animals (1-12)</w:t>
                      </w:r>
                    </w:p>
                    <w:p w:rsidR="006C4337" w:rsidRDefault="006C4337" w:rsidP="006C4337">
                      <w:pPr>
                        <w:pStyle w:val="BodyText01"/>
                        <w:numPr>
                          <w:ilvl w:val="0"/>
                          <w:numId w:val="3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Soaked or Parched? Adaptations in the African Savanna (1-12)</w:t>
                      </w:r>
                    </w:p>
                    <w:p w:rsidR="006C4337" w:rsidRPr="006C4337" w:rsidRDefault="006C4337" w:rsidP="006C4337">
                      <w:pPr>
                        <w:pStyle w:val="BodyText01"/>
                        <w:numPr>
                          <w:ilvl w:val="0"/>
                          <w:numId w:val="3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Tropical Rain Forest (K-12)</w:t>
                      </w:r>
                    </w:p>
                    <w:p w:rsidR="006C4337" w:rsidRPr="006C4337" w:rsidRDefault="006C4337" w:rsidP="006C4337">
                      <w:pPr>
                        <w:pStyle w:val="BodyText01"/>
                        <w:numPr>
                          <w:ilvl w:val="0"/>
                          <w:numId w:val="3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Endangered Species (5-12)</w:t>
                      </w:r>
                    </w:p>
                    <w:p w:rsidR="00F37F5C" w:rsidRDefault="00F37F5C" w:rsidP="00F37F5C">
                      <w:pPr>
                        <w:pStyle w:val="BodyText01"/>
                        <w:rPr>
                          <w:color w:val="7F7F7F" w:themeColor="text1" w:themeTint="80"/>
                        </w:rPr>
                      </w:pPr>
                    </w:p>
                    <w:p w:rsidR="007E10F5" w:rsidRDefault="007E10F5" w:rsidP="00E03B7B">
                      <w:pPr>
                        <w:pStyle w:val="BodyText01"/>
                        <w:rPr>
                          <w:b/>
                          <w:color w:val="7F7F7F" w:themeColor="text1" w:themeTint="80"/>
                          <w:sz w:val="22"/>
                          <w:szCs w:val="22"/>
                        </w:rPr>
                      </w:pPr>
                    </w:p>
                    <w:p w:rsidR="007E10F5" w:rsidRDefault="007E10F5" w:rsidP="00E03B7B">
                      <w:pPr>
                        <w:pStyle w:val="BodyText01"/>
                        <w:rPr>
                          <w:b/>
                          <w:color w:val="7F7F7F" w:themeColor="text1" w:themeTint="80"/>
                          <w:sz w:val="22"/>
                          <w:szCs w:val="22"/>
                        </w:rPr>
                      </w:pPr>
                    </w:p>
                    <w:p w:rsidR="00E03B7B" w:rsidRDefault="00E03B7B" w:rsidP="00E03B7B">
                      <w:pPr>
                        <w:pStyle w:val="BodyText01"/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b/>
                          <w:color w:val="7F7F7F" w:themeColor="text1" w:themeTint="80"/>
                          <w:sz w:val="22"/>
                          <w:szCs w:val="22"/>
                        </w:rPr>
                        <w:t>For More Information:</w:t>
                      </w:r>
                    </w:p>
                    <w:p w:rsidR="00E03B7B" w:rsidRDefault="00E03B7B" w:rsidP="00E03B7B">
                      <w:pPr>
                        <w:pStyle w:val="BodyText01"/>
                        <w:numPr>
                          <w:ilvl w:val="0"/>
                          <w:numId w:val="5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www.</w:t>
                      </w:r>
                      <w:r w:rsidR="007E10F5">
                        <w:rPr>
                          <w:color w:val="7F7F7F" w:themeColor="text1" w:themeTint="80"/>
                          <w:szCs w:val="20"/>
                        </w:rPr>
                        <w:t>zoo.org</w:t>
                      </w:r>
                    </w:p>
                    <w:p w:rsidR="007E10F5" w:rsidRPr="00E03B7B" w:rsidRDefault="007E10F5" w:rsidP="00E03B7B">
                      <w:pPr>
                        <w:pStyle w:val="BodyText01"/>
                        <w:numPr>
                          <w:ilvl w:val="0"/>
                          <w:numId w:val="5"/>
                        </w:numPr>
                        <w:rPr>
                          <w:color w:val="7F7F7F" w:themeColor="text1" w:themeTint="80"/>
                          <w:szCs w:val="20"/>
                        </w:rPr>
                      </w:pPr>
                      <w:r>
                        <w:rPr>
                          <w:color w:val="7F7F7F" w:themeColor="text1" w:themeTint="80"/>
                          <w:szCs w:val="20"/>
                        </w:rPr>
                        <w:t>Call: (206) 548-2424</w:t>
                      </w:r>
                    </w:p>
                  </w:txbxContent>
                </v:textbox>
              </v:shape>
            </w:pict>
          </mc:Fallback>
        </mc:AlternateContent>
      </w:r>
      <w:r w:rsidR="00ED6AB2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56AC62D" wp14:editId="0C416991">
                <wp:simplePos x="0" y="0"/>
                <wp:positionH relativeFrom="column">
                  <wp:posOffset>1180465</wp:posOffset>
                </wp:positionH>
                <wp:positionV relativeFrom="paragraph">
                  <wp:posOffset>-859790</wp:posOffset>
                </wp:positionV>
                <wp:extent cx="3471545" cy="1247775"/>
                <wp:effectExtent l="0" t="0" r="0" b="254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154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2111" w:rsidRDefault="00D62111" w:rsidP="00DB2718">
                            <w:pPr>
                              <w:pStyle w:val="InsertHeadlineHere01"/>
                              <w:rPr>
                                <w:color w:val="13674B"/>
                              </w:rPr>
                            </w:pPr>
                          </w:p>
                          <w:p w:rsidR="00D62111" w:rsidRPr="00D62111" w:rsidRDefault="00D62111" w:rsidP="00D62111">
                            <w:pPr>
                              <w:pStyle w:val="InsertHeadlineHere01"/>
                              <w:jc w:val="center"/>
                              <w:rPr>
                                <w:color w:val="13674B"/>
                              </w:rPr>
                            </w:pPr>
                            <w:r>
                              <w:rPr>
                                <w:color w:val="13674B"/>
                              </w:rPr>
                              <w:t>Woodland Park Zoo</w:t>
                            </w:r>
                          </w:p>
                          <w:p w:rsidR="00DB2718" w:rsidRPr="00D62111" w:rsidRDefault="00520E5E" w:rsidP="00D62111">
                            <w:pPr>
                              <w:pStyle w:val="InsertHeadlineHere01"/>
                              <w:jc w:val="center"/>
                              <w:rPr>
                                <w:color w:val="13674B"/>
                              </w:rPr>
                            </w:pPr>
                            <w:r w:rsidRPr="00D62111">
                              <w:rPr>
                                <w:color w:val="13674B"/>
                              </w:rPr>
                              <w:t>Seattle, Washington</w:t>
                            </w:r>
                          </w:p>
                          <w:p w:rsidR="00DB2718" w:rsidRDefault="00DB27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92.95pt;margin-top:-67.7pt;width:273.35pt;height:98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" filled="f" stroked="f">
                <v:textbox inset="0,0,0,0">
                  <w:txbxContent>
                    <w:p w:rsidR="00D62111" w:rsidRDefault="00D62111" w:rsidP="00DB2718">
                      <w:pPr>
                        <w:pStyle w:val="InsertHeadlineHere01"/>
                        <w:rPr>
                          <w:color w:val="13674B"/>
                        </w:rPr>
                      </w:pPr>
                    </w:p>
                    <w:p w:rsidR="00D62111" w:rsidRPr="00D62111" w:rsidRDefault="00D62111" w:rsidP="00D62111">
                      <w:pPr>
                        <w:pStyle w:val="InsertHeadlineHere01"/>
                        <w:jc w:val="center"/>
                        <w:rPr>
                          <w:color w:val="13674B"/>
                        </w:rPr>
                      </w:pPr>
                      <w:r>
                        <w:rPr>
                          <w:color w:val="13674B"/>
                        </w:rPr>
                        <w:t>Woodland Park Zoo</w:t>
                      </w:r>
                    </w:p>
                    <w:p w:rsidR="00DB2718" w:rsidRPr="00D62111" w:rsidRDefault="00520E5E" w:rsidP="00D62111">
                      <w:pPr>
                        <w:pStyle w:val="InsertHeadlineHere01"/>
                        <w:jc w:val="center"/>
                        <w:rPr>
                          <w:color w:val="13674B"/>
                        </w:rPr>
                      </w:pPr>
                      <w:r w:rsidRPr="00D62111">
                        <w:rPr>
                          <w:color w:val="13674B"/>
                        </w:rPr>
                        <w:t>Seattle, Washington</w:t>
                      </w:r>
                    </w:p>
                    <w:p w:rsidR="00DB2718" w:rsidRDefault="00DB2718"/>
                  </w:txbxContent>
                </v:textbox>
              </v:shape>
            </w:pict>
          </mc:Fallback>
        </mc:AlternateContent>
      </w:r>
      <w:r w:rsidR="00ED6AB2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7BA283" wp14:editId="56165654">
                <wp:simplePos x="0" y="0"/>
                <wp:positionH relativeFrom="column">
                  <wp:posOffset>2764155</wp:posOffset>
                </wp:positionH>
                <wp:positionV relativeFrom="paragraph">
                  <wp:posOffset>1026795</wp:posOffset>
                </wp:positionV>
                <wp:extent cx="3596640" cy="2194560"/>
                <wp:effectExtent l="40005" t="45720" r="40005" b="4572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6640" cy="219456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76200">
                          <a:solidFill>
                            <a:schemeClr val="bg1">
                              <a:lumMod val="6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2718" w:rsidRPr="00520E5E" w:rsidRDefault="00ED6AB2" w:rsidP="00520E5E">
                            <w:pPr>
                              <w:pStyle w:val="PhotoBox"/>
                              <w:jc w:val="left"/>
                              <w:rPr>
                                <w:color w:val="0D6D46"/>
                              </w:rPr>
                            </w:pPr>
                            <w:r>
                              <w:rPr>
                                <w:rFonts w:ascii="Helvetica" w:hAnsi="Helvetica"/>
                                <w:noProof/>
                                <w:color w:val="0D6D46"/>
                              </w:rPr>
                              <w:drawing>
                                <wp:inline distT="0" distB="0" distL="0" distR="0" wp14:anchorId="6772475F" wp14:editId="2628F5BC">
                                  <wp:extent cx="3524250" cy="2105025"/>
                                  <wp:effectExtent l="0" t="0" r="0" b="9525"/>
                                  <wp:docPr id="31" name="Picture 31" descr="C:\Users\Justine\Pictures\woodland park zo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1" descr="C:\Users\Justine\Pictures\woodland park zo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24250" cy="2105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B2718" w:rsidRPr="00520E5E" w:rsidRDefault="00DB2718" w:rsidP="00DB2718">
                            <w:pPr>
                              <w:jc w:val="center"/>
                              <w:rPr>
                                <w:color w:val="0D6D4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217.65pt;margin-top:80.85pt;width:283.2pt;height:172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" fillcolor="#969696" strokecolor="#a5a5a5 [2092]" strokeweight="6pt">
                <v:textbox inset="0,0,0,0">
                  <w:txbxContent>
                    <w:p w:rsidR="00DB2718" w:rsidRPr="00520E5E" w:rsidRDefault="00ED6AB2" w:rsidP="00520E5E">
                      <w:pPr>
                        <w:pStyle w:val="PhotoBox"/>
                        <w:jc w:val="left"/>
                        <w:rPr>
                          <w:color w:val="0D6D46"/>
                        </w:rPr>
                      </w:pPr>
                      <w:r>
                        <w:rPr>
                          <w:rFonts w:ascii="Helvetica" w:hAnsi="Helvetica"/>
                          <w:noProof/>
                          <w:color w:val="0D6D46"/>
                        </w:rPr>
                        <w:drawing>
                          <wp:inline distT="0" distB="0" distL="0" distR="0" wp14:anchorId="6772475F" wp14:editId="2628F5BC">
                            <wp:extent cx="3524250" cy="2105025"/>
                            <wp:effectExtent l="0" t="0" r="0" b="9525"/>
                            <wp:docPr id="31" name="Picture 31" descr="C:\Users\Justine\Pictures\woodland park zoo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1" descr="C:\Users\Justine\Pictures\woodland park zoo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24250" cy="2105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B2718" w:rsidRPr="00520E5E" w:rsidRDefault="00DB2718" w:rsidP="00DB2718">
                      <w:pPr>
                        <w:jc w:val="center"/>
                        <w:rPr>
                          <w:color w:val="0D6D4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D6AB2">
        <w:rPr>
          <w:noProof/>
          <w:szCs w:val="20"/>
        </w:rPr>
        <w:drawing>
          <wp:anchor distT="0" distB="0" distL="114300" distR="114300" simplePos="0" relativeHeight="251663872" behindDoc="1" locked="0" layoutInCell="1" allowOverlap="1" wp14:anchorId="31FAAD15" wp14:editId="78CECCED">
            <wp:simplePos x="0" y="0"/>
            <wp:positionH relativeFrom="column">
              <wp:posOffset>-1142365</wp:posOffset>
            </wp:positionH>
            <wp:positionV relativeFrom="paragraph">
              <wp:posOffset>-911860</wp:posOffset>
            </wp:positionV>
            <wp:extent cx="7772400" cy="10058400"/>
            <wp:effectExtent l="19050" t="19050" r="19050" b="19050"/>
            <wp:wrapNone/>
            <wp:docPr id="19" name="Picture 19" descr="mod_realestate_vertfl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mod_realestate_vertfly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D6D4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2718" w:rsidSect="00DB27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7F5C"/>
    <w:multiLevelType w:val="hybridMultilevel"/>
    <w:tmpl w:val="84949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277FE"/>
    <w:multiLevelType w:val="hybridMultilevel"/>
    <w:tmpl w:val="58482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93978"/>
    <w:multiLevelType w:val="hybridMultilevel"/>
    <w:tmpl w:val="E6D89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65622"/>
    <w:multiLevelType w:val="hybridMultilevel"/>
    <w:tmpl w:val="5E8CB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63966"/>
    <w:multiLevelType w:val="hybridMultilevel"/>
    <w:tmpl w:val="92D45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B42D62"/>
    <w:multiLevelType w:val="hybridMultilevel"/>
    <w:tmpl w:val="8AC40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C576C"/>
    <w:multiLevelType w:val="hybridMultilevel"/>
    <w:tmpl w:val="10F8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A789C"/>
    <w:multiLevelType w:val="hybridMultilevel"/>
    <w:tmpl w:val="865C0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E5E"/>
    <w:rsid w:val="00060363"/>
    <w:rsid w:val="003A22FC"/>
    <w:rsid w:val="00520E5E"/>
    <w:rsid w:val="006C4337"/>
    <w:rsid w:val="007E10F5"/>
    <w:rsid w:val="00A130C5"/>
    <w:rsid w:val="00D62111"/>
    <w:rsid w:val="00DB2718"/>
    <w:rsid w:val="00E03B7B"/>
    <w:rsid w:val="00ED6AB2"/>
    <w:rsid w:val="00F37F5C"/>
    <w:rsid w:val="00F9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C8273A"/>
    <w:pPr>
      <w:keepNext/>
      <w:ind w:left="-540" w:right="-570"/>
      <w:jc w:val="center"/>
      <w:outlineLvl w:val="2"/>
    </w:pPr>
    <w:rPr>
      <w:rFonts w:ascii="Times" w:eastAsia="Times" w:hAnsi="Times"/>
      <w:color w:val="411D0E"/>
      <w:sz w:val="34"/>
      <w:szCs w:val="20"/>
    </w:rPr>
  </w:style>
  <w:style w:type="paragraph" w:styleId="Heading4">
    <w:name w:val="heading 4"/>
    <w:basedOn w:val="Normal"/>
    <w:link w:val="Heading4Char"/>
    <w:uiPriority w:val="9"/>
    <w:qFormat/>
    <w:rsid w:val="00F37F5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aragraphtext">
    <w:name w:val="Paragraph text"/>
    <w:basedOn w:val="Normal"/>
    <w:link w:val="ParagraphtextChar"/>
    <w:rsid w:val="003A22FC"/>
    <w:pPr>
      <w:spacing w:line="240" w:lineRule="atLeast"/>
    </w:pPr>
    <w:rPr>
      <w:rFonts w:ascii="Arial" w:hAnsi="Arial"/>
      <w:color w:val="939598"/>
      <w:sz w:val="20"/>
    </w:rPr>
  </w:style>
  <w:style w:type="paragraph" w:customStyle="1" w:styleId="YourName">
    <w:name w:val="Your Name"/>
    <w:basedOn w:val="Normal"/>
    <w:rsid w:val="00DB2718"/>
    <w:pPr>
      <w:spacing w:line="220" w:lineRule="atLeast"/>
    </w:pPr>
    <w:rPr>
      <w:rFonts w:ascii="Arial" w:hAnsi="Arial"/>
      <w:b/>
      <w:color w:val="BBCC30"/>
      <w:sz w:val="20"/>
    </w:rPr>
  </w:style>
  <w:style w:type="paragraph" w:customStyle="1" w:styleId="PhotoBox">
    <w:name w:val="Photo Box"/>
    <w:basedOn w:val="Normal"/>
    <w:rsid w:val="00DB2718"/>
    <w:pPr>
      <w:spacing w:line="300" w:lineRule="atLeast"/>
      <w:jc w:val="center"/>
    </w:pPr>
    <w:rPr>
      <w:rFonts w:ascii="Arial" w:hAnsi="Arial"/>
      <w:color w:val="000000"/>
      <w:sz w:val="22"/>
    </w:rPr>
  </w:style>
  <w:style w:type="paragraph" w:customStyle="1" w:styleId="Subhead">
    <w:name w:val="Subhead"/>
    <w:basedOn w:val="Normal"/>
    <w:rsid w:val="00DB2718"/>
    <w:pPr>
      <w:spacing w:before="60" w:after="200" w:line="280" w:lineRule="atLeast"/>
    </w:pPr>
    <w:rPr>
      <w:rFonts w:ascii="Arial" w:hAnsi="Arial"/>
      <w:b/>
      <w:color w:val="939598"/>
      <w:sz w:val="30"/>
    </w:rPr>
  </w:style>
  <w:style w:type="paragraph" w:customStyle="1" w:styleId="Address">
    <w:name w:val="Address"/>
    <w:basedOn w:val="YourName"/>
    <w:rsid w:val="00610CB8"/>
    <w:rPr>
      <w:b w:val="0"/>
      <w:color w:val="939598"/>
      <w:sz w:val="16"/>
    </w:rPr>
  </w:style>
  <w:style w:type="paragraph" w:customStyle="1" w:styleId="MonthDayYear">
    <w:name w:val="Month Day Year"/>
    <w:basedOn w:val="Normal"/>
    <w:rsid w:val="00A24EFE"/>
    <w:pPr>
      <w:spacing w:line="240" w:lineRule="atLeast"/>
      <w:jc w:val="right"/>
    </w:pPr>
    <w:rPr>
      <w:rFonts w:ascii="Helvetica" w:hAnsi="Helvetica"/>
      <w:b/>
      <w:color w:val="231F20"/>
      <w:sz w:val="20"/>
    </w:rPr>
  </w:style>
  <w:style w:type="paragraph" w:customStyle="1" w:styleId="Photocaption">
    <w:name w:val="Photo caption"/>
    <w:basedOn w:val="NoParagraphStyle"/>
    <w:rsid w:val="00DB2718"/>
    <w:pPr>
      <w:spacing w:line="240" w:lineRule="atLeast"/>
    </w:pPr>
    <w:rPr>
      <w:rFonts w:ascii="Arial" w:hAnsi="Arial"/>
      <w:color w:val="939598"/>
      <w:sz w:val="16"/>
      <w:szCs w:val="16"/>
    </w:rPr>
  </w:style>
  <w:style w:type="paragraph" w:customStyle="1" w:styleId="CompanyNameLogo">
    <w:name w:val="Company Name / Logo"/>
    <w:basedOn w:val="Normal"/>
    <w:rsid w:val="00DB2718"/>
    <w:pPr>
      <w:spacing w:line="300" w:lineRule="atLeast"/>
      <w:jc w:val="center"/>
    </w:pPr>
    <w:rPr>
      <w:rFonts w:ascii="Arial" w:hAnsi="Arial"/>
      <w:b/>
      <w:color w:val="939598"/>
      <w:sz w:val="22"/>
    </w:rPr>
  </w:style>
  <w:style w:type="paragraph" w:customStyle="1" w:styleId="NeameTitle">
    <w:name w:val="Neame Title"/>
    <w:basedOn w:val="Address"/>
    <w:rsid w:val="00610CB8"/>
    <w:rPr>
      <w:sz w:val="20"/>
    </w:rPr>
  </w:style>
  <w:style w:type="paragraph" w:customStyle="1" w:styleId="CompanyNameHeader">
    <w:name w:val="Company Name Header"/>
    <w:basedOn w:val="CompanyNameLogo"/>
    <w:rsid w:val="00A24EFE"/>
    <w:pPr>
      <w:jc w:val="left"/>
    </w:pPr>
    <w:rPr>
      <w:sz w:val="20"/>
    </w:rPr>
  </w:style>
  <w:style w:type="paragraph" w:customStyle="1" w:styleId="InsertHeadlineHere01">
    <w:name w:val="Insert Headline Here 01"/>
    <w:basedOn w:val="BasicParagraph"/>
    <w:qFormat/>
    <w:rsid w:val="00DB2718"/>
    <w:rPr>
      <w:rFonts w:ascii="Arial" w:hAnsi="Arial"/>
      <w:b/>
      <w:color w:val="BBCC30"/>
      <w:sz w:val="50"/>
      <w:szCs w:val="50"/>
    </w:rPr>
  </w:style>
  <w:style w:type="paragraph" w:customStyle="1" w:styleId="BasicParagraph">
    <w:name w:val="[Basic Paragraph]"/>
    <w:basedOn w:val="Normal"/>
    <w:link w:val="BasicParagraphChar"/>
    <w:rsid w:val="00E81B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customStyle="1" w:styleId="PullQuote">
    <w:name w:val="Pull Quote"/>
    <w:basedOn w:val="BasicParagraph"/>
    <w:rsid w:val="00DB2718"/>
    <w:pPr>
      <w:spacing w:line="240" w:lineRule="atLeast"/>
      <w:jc w:val="center"/>
    </w:pPr>
    <w:rPr>
      <w:rFonts w:ascii="Arial" w:hAnsi="Arial"/>
      <w:b/>
      <w:caps/>
      <w:color w:val="BBCC30"/>
      <w:sz w:val="28"/>
      <w:szCs w:val="20"/>
    </w:rPr>
  </w:style>
  <w:style w:type="paragraph" w:customStyle="1" w:styleId="BodyText01">
    <w:name w:val="Body Text 01"/>
    <w:basedOn w:val="Paragraphtext"/>
    <w:qFormat/>
    <w:rsid w:val="00DB2718"/>
  </w:style>
  <w:style w:type="paragraph" w:customStyle="1" w:styleId="NoParagraphStyle">
    <w:name w:val="[No Paragraph Style]"/>
    <w:rsid w:val="00E81B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Bulletts">
    <w:name w:val="Bulletts"/>
    <w:basedOn w:val="BasicParagraph"/>
    <w:rsid w:val="00DB2718"/>
    <w:pPr>
      <w:spacing w:line="220" w:lineRule="atLeast"/>
    </w:pPr>
    <w:rPr>
      <w:rFonts w:ascii="Arial" w:hAnsi="Arial"/>
      <w:color w:val="FFFFFF"/>
      <w:sz w:val="22"/>
    </w:rPr>
  </w:style>
  <w:style w:type="character" w:customStyle="1" w:styleId="BasicParagraphChar">
    <w:name w:val="[Basic Paragraph] Char"/>
    <w:basedOn w:val="DefaultParagraphFont"/>
    <w:link w:val="BasicParagraph"/>
    <w:rsid w:val="00DB2718"/>
    <w:rPr>
      <w:rFonts w:ascii="Times-Roman" w:hAnsi="Times-Roman"/>
      <w:color w:val="000000"/>
      <w:sz w:val="24"/>
      <w:szCs w:val="24"/>
    </w:rPr>
  </w:style>
  <w:style w:type="character" w:customStyle="1" w:styleId="InsertHeadlineHere01Char">
    <w:name w:val="Insert Headline Here 01 Char"/>
    <w:basedOn w:val="BasicParagraphChar"/>
    <w:link w:val="InsertHeadlineHere01"/>
    <w:rsid w:val="00DB2718"/>
    <w:rPr>
      <w:rFonts w:ascii="Times-Roman" w:hAnsi="Times-Roman"/>
      <w:color w:val="000000"/>
      <w:sz w:val="24"/>
      <w:szCs w:val="24"/>
    </w:rPr>
  </w:style>
  <w:style w:type="paragraph" w:customStyle="1" w:styleId="Call-outTextHere01">
    <w:name w:val="Call-out Text Here 01"/>
    <w:basedOn w:val="BasicParagraph"/>
    <w:link w:val="Call-outTextHere01Char"/>
    <w:qFormat/>
    <w:rsid w:val="00DB2718"/>
    <w:rPr>
      <w:rFonts w:ascii="Arial" w:hAnsi="Arial"/>
      <w:b/>
      <w:color w:val="FFFFFF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3A22FC"/>
    <w:rPr>
      <w:rFonts w:ascii="Arial" w:hAnsi="Arial"/>
      <w:color w:val="939598"/>
      <w:szCs w:val="24"/>
    </w:rPr>
  </w:style>
  <w:style w:type="character" w:customStyle="1" w:styleId="BodyText01Char">
    <w:name w:val="Body Text 01 Char"/>
    <w:basedOn w:val="ParagraphtextChar"/>
    <w:link w:val="BodyText01"/>
    <w:rsid w:val="00DB2718"/>
    <w:rPr>
      <w:rFonts w:ascii="Arial" w:hAnsi="Arial"/>
      <w:color w:val="939598"/>
      <w:szCs w:val="24"/>
    </w:rPr>
  </w:style>
  <w:style w:type="paragraph" w:customStyle="1" w:styleId="InsertListHere01">
    <w:name w:val="Insert List Here 01"/>
    <w:basedOn w:val="Normal"/>
    <w:link w:val="InsertListHere01Char"/>
    <w:qFormat/>
    <w:rsid w:val="00DB27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b/>
      <w:color w:val="FFFFFF"/>
      <w:szCs w:val="20"/>
    </w:rPr>
  </w:style>
  <w:style w:type="character" w:customStyle="1" w:styleId="Call-outTextHere01Char">
    <w:name w:val="Call-out Text Here 01 Char"/>
    <w:basedOn w:val="BasicParagraphChar"/>
    <w:link w:val="Call-outTextHere01"/>
    <w:rsid w:val="00DB2718"/>
    <w:rPr>
      <w:rFonts w:ascii="Arial" w:hAnsi="Arial"/>
      <w:b/>
      <w:color w:val="FFFFF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F5C"/>
    <w:rPr>
      <w:rFonts w:ascii="Tahoma" w:hAnsi="Tahoma" w:cs="Tahoma"/>
      <w:sz w:val="16"/>
      <w:szCs w:val="16"/>
    </w:rPr>
  </w:style>
  <w:style w:type="character" w:customStyle="1" w:styleId="InsertListHere01Char">
    <w:name w:val="Insert List Here 01 Char"/>
    <w:basedOn w:val="DefaultParagraphFont"/>
    <w:link w:val="InsertListHere01"/>
    <w:rsid w:val="00DB2718"/>
    <w:rPr>
      <w:rFonts w:ascii="Arial" w:hAnsi="Arial"/>
      <w:b/>
      <w:color w:val="FFFFFF"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5C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F37F5C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37F5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37F5C"/>
    <w:rPr>
      <w:b/>
      <w:bCs/>
    </w:rPr>
  </w:style>
  <w:style w:type="character" w:styleId="Hyperlink">
    <w:name w:val="Hyperlink"/>
    <w:basedOn w:val="DefaultParagraphFont"/>
    <w:uiPriority w:val="99"/>
    <w:unhideWhenUsed/>
    <w:rsid w:val="007E10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rsid w:val="00C8273A"/>
    <w:pPr>
      <w:keepNext/>
      <w:ind w:left="-540" w:right="-570"/>
      <w:jc w:val="center"/>
      <w:outlineLvl w:val="2"/>
    </w:pPr>
    <w:rPr>
      <w:rFonts w:ascii="Times" w:eastAsia="Times" w:hAnsi="Times"/>
      <w:color w:val="411D0E"/>
      <w:sz w:val="34"/>
      <w:szCs w:val="20"/>
    </w:rPr>
  </w:style>
  <w:style w:type="paragraph" w:styleId="Heading4">
    <w:name w:val="heading 4"/>
    <w:basedOn w:val="Normal"/>
    <w:link w:val="Heading4Char"/>
    <w:uiPriority w:val="9"/>
    <w:qFormat/>
    <w:rsid w:val="00F37F5C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aragraphtext">
    <w:name w:val="Paragraph text"/>
    <w:basedOn w:val="Normal"/>
    <w:link w:val="ParagraphtextChar"/>
    <w:rsid w:val="003A22FC"/>
    <w:pPr>
      <w:spacing w:line="240" w:lineRule="atLeast"/>
    </w:pPr>
    <w:rPr>
      <w:rFonts w:ascii="Arial" w:hAnsi="Arial"/>
      <w:color w:val="939598"/>
      <w:sz w:val="20"/>
    </w:rPr>
  </w:style>
  <w:style w:type="paragraph" w:customStyle="1" w:styleId="YourName">
    <w:name w:val="Your Name"/>
    <w:basedOn w:val="Normal"/>
    <w:rsid w:val="00DB2718"/>
    <w:pPr>
      <w:spacing w:line="220" w:lineRule="atLeast"/>
    </w:pPr>
    <w:rPr>
      <w:rFonts w:ascii="Arial" w:hAnsi="Arial"/>
      <w:b/>
      <w:color w:val="BBCC30"/>
      <w:sz w:val="20"/>
    </w:rPr>
  </w:style>
  <w:style w:type="paragraph" w:customStyle="1" w:styleId="PhotoBox">
    <w:name w:val="Photo Box"/>
    <w:basedOn w:val="Normal"/>
    <w:rsid w:val="00DB2718"/>
    <w:pPr>
      <w:spacing w:line="300" w:lineRule="atLeast"/>
      <w:jc w:val="center"/>
    </w:pPr>
    <w:rPr>
      <w:rFonts w:ascii="Arial" w:hAnsi="Arial"/>
      <w:color w:val="000000"/>
      <w:sz w:val="22"/>
    </w:rPr>
  </w:style>
  <w:style w:type="paragraph" w:customStyle="1" w:styleId="Subhead">
    <w:name w:val="Subhead"/>
    <w:basedOn w:val="Normal"/>
    <w:rsid w:val="00DB2718"/>
    <w:pPr>
      <w:spacing w:before="60" w:after="200" w:line="280" w:lineRule="atLeast"/>
    </w:pPr>
    <w:rPr>
      <w:rFonts w:ascii="Arial" w:hAnsi="Arial"/>
      <w:b/>
      <w:color w:val="939598"/>
      <w:sz w:val="30"/>
    </w:rPr>
  </w:style>
  <w:style w:type="paragraph" w:customStyle="1" w:styleId="Address">
    <w:name w:val="Address"/>
    <w:basedOn w:val="YourName"/>
    <w:rsid w:val="00610CB8"/>
    <w:rPr>
      <w:b w:val="0"/>
      <w:color w:val="939598"/>
      <w:sz w:val="16"/>
    </w:rPr>
  </w:style>
  <w:style w:type="paragraph" w:customStyle="1" w:styleId="MonthDayYear">
    <w:name w:val="Month Day Year"/>
    <w:basedOn w:val="Normal"/>
    <w:rsid w:val="00A24EFE"/>
    <w:pPr>
      <w:spacing w:line="240" w:lineRule="atLeast"/>
      <w:jc w:val="right"/>
    </w:pPr>
    <w:rPr>
      <w:rFonts w:ascii="Helvetica" w:hAnsi="Helvetica"/>
      <w:b/>
      <w:color w:val="231F20"/>
      <w:sz w:val="20"/>
    </w:rPr>
  </w:style>
  <w:style w:type="paragraph" w:customStyle="1" w:styleId="Photocaption">
    <w:name w:val="Photo caption"/>
    <w:basedOn w:val="NoParagraphStyle"/>
    <w:rsid w:val="00DB2718"/>
    <w:pPr>
      <w:spacing w:line="240" w:lineRule="atLeast"/>
    </w:pPr>
    <w:rPr>
      <w:rFonts w:ascii="Arial" w:hAnsi="Arial"/>
      <w:color w:val="939598"/>
      <w:sz w:val="16"/>
      <w:szCs w:val="16"/>
    </w:rPr>
  </w:style>
  <w:style w:type="paragraph" w:customStyle="1" w:styleId="CompanyNameLogo">
    <w:name w:val="Company Name / Logo"/>
    <w:basedOn w:val="Normal"/>
    <w:rsid w:val="00DB2718"/>
    <w:pPr>
      <w:spacing w:line="300" w:lineRule="atLeast"/>
      <w:jc w:val="center"/>
    </w:pPr>
    <w:rPr>
      <w:rFonts w:ascii="Arial" w:hAnsi="Arial"/>
      <w:b/>
      <w:color w:val="939598"/>
      <w:sz w:val="22"/>
    </w:rPr>
  </w:style>
  <w:style w:type="paragraph" w:customStyle="1" w:styleId="NeameTitle">
    <w:name w:val="Neame Title"/>
    <w:basedOn w:val="Address"/>
    <w:rsid w:val="00610CB8"/>
    <w:rPr>
      <w:sz w:val="20"/>
    </w:rPr>
  </w:style>
  <w:style w:type="paragraph" w:customStyle="1" w:styleId="CompanyNameHeader">
    <w:name w:val="Company Name Header"/>
    <w:basedOn w:val="CompanyNameLogo"/>
    <w:rsid w:val="00A24EFE"/>
    <w:pPr>
      <w:jc w:val="left"/>
    </w:pPr>
    <w:rPr>
      <w:sz w:val="20"/>
    </w:rPr>
  </w:style>
  <w:style w:type="paragraph" w:customStyle="1" w:styleId="InsertHeadlineHere01">
    <w:name w:val="Insert Headline Here 01"/>
    <w:basedOn w:val="BasicParagraph"/>
    <w:qFormat/>
    <w:rsid w:val="00DB2718"/>
    <w:rPr>
      <w:rFonts w:ascii="Arial" w:hAnsi="Arial"/>
      <w:b/>
      <w:color w:val="BBCC30"/>
      <w:sz w:val="50"/>
      <w:szCs w:val="50"/>
    </w:rPr>
  </w:style>
  <w:style w:type="paragraph" w:customStyle="1" w:styleId="BasicParagraph">
    <w:name w:val="[Basic Paragraph]"/>
    <w:basedOn w:val="Normal"/>
    <w:link w:val="BasicParagraphChar"/>
    <w:rsid w:val="00E81B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customStyle="1" w:styleId="PullQuote">
    <w:name w:val="Pull Quote"/>
    <w:basedOn w:val="BasicParagraph"/>
    <w:rsid w:val="00DB2718"/>
    <w:pPr>
      <w:spacing w:line="240" w:lineRule="atLeast"/>
      <w:jc w:val="center"/>
    </w:pPr>
    <w:rPr>
      <w:rFonts w:ascii="Arial" w:hAnsi="Arial"/>
      <w:b/>
      <w:caps/>
      <w:color w:val="BBCC30"/>
      <w:sz w:val="28"/>
      <w:szCs w:val="20"/>
    </w:rPr>
  </w:style>
  <w:style w:type="paragraph" w:customStyle="1" w:styleId="BodyText01">
    <w:name w:val="Body Text 01"/>
    <w:basedOn w:val="Paragraphtext"/>
    <w:qFormat/>
    <w:rsid w:val="00DB2718"/>
  </w:style>
  <w:style w:type="paragraph" w:customStyle="1" w:styleId="NoParagraphStyle">
    <w:name w:val="[No Paragraph Style]"/>
    <w:rsid w:val="00E81B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Bulletts">
    <w:name w:val="Bulletts"/>
    <w:basedOn w:val="BasicParagraph"/>
    <w:rsid w:val="00DB2718"/>
    <w:pPr>
      <w:spacing w:line="220" w:lineRule="atLeast"/>
    </w:pPr>
    <w:rPr>
      <w:rFonts w:ascii="Arial" w:hAnsi="Arial"/>
      <w:color w:val="FFFFFF"/>
      <w:sz w:val="22"/>
    </w:rPr>
  </w:style>
  <w:style w:type="character" w:customStyle="1" w:styleId="BasicParagraphChar">
    <w:name w:val="[Basic Paragraph] Char"/>
    <w:basedOn w:val="DefaultParagraphFont"/>
    <w:link w:val="BasicParagraph"/>
    <w:rsid w:val="00DB2718"/>
    <w:rPr>
      <w:rFonts w:ascii="Times-Roman" w:hAnsi="Times-Roman"/>
      <w:color w:val="000000"/>
      <w:sz w:val="24"/>
      <w:szCs w:val="24"/>
    </w:rPr>
  </w:style>
  <w:style w:type="character" w:customStyle="1" w:styleId="InsertHeadlineHere01Char">
    <w:name w:val="Insert Headline Here 01 Char"/>
    <w:basedOn w:val="BasicParagraphChar"/>
    <w:link w:val="InsertHeadlineHere01"/>
    <w:rsid w:val="00DB2718"/>
    <w:rPr>
      <w:rFonts w:ascii="Times-Roman" w:hAnsi="Times-Roman"/>
      <w:color w:val="000000"/>
      <w:sz w:val="24"/>
      <w:szCs w:val="24"/>
    </w:rPr>
  </w:style>
  <w:style w:type="paragraph" w:customStyle="1" w:styleId="Call-outTextHere01">
    <w:name w:val="Call-out Text Here 01"/>
    <w:basedOn w:val="BasicParagraph"/>
    <w:link w:val="Call-outTextHere01Char"/>
    <w:qFormat/>
    <w:rsid w:val="00DB2718"/>
    <w:rPr>
      <w:rFonts w:ascii="Arial" w:hAnsi="Arial"/>
      <w:b/>
      <w:color w:val="FFFFFF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3A22FC"/>
    <w:rPr>
      <w:rFonts w:ascii="Arial" w:hAnsi="Arial"/>
      <w:color w:val="939598"/>
      <w:szCs w:val="24"/>
    </w:rPr>
  </w:style>
  <w:style w:type="character" w:customStyle="1" w:styleId="BodyText01Char">
    <w:name w:val="Body Text 01 Char"/>
    <w:basedOn w:val="ParagraphtextChar"/>
    <w:link w:val="BodyText01"/>
    <w:rsid w:val="00DB2718"/>
    <w:rPr>
      <w:rFonts w:ascii="Arial" w:hAnsi="Arial"/>
      <w:color w:val="939598"/>
      <w:szCs w:val="24"/>
    </w:rPr>
  </w:style>
  <w:style w:type="paragraph" w:customStyle="1" w:styleId="InsertListHere01">
    <w:name w:val="Insert List Here 01"/>
    <w:basedOn w:val="Normal"/>
    <w:link w:val="InsertListHere01Char"/>
    <w:qFormat/>
    <w:rsid w:val="00DB27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Arial" w:hAnsi="Arial"/>
      <w:b/>
      <w:color w:val="FFFFFF"/>
      <w:szCs w:val="20"/>
    </w:rPr>
  </w:style>
  <w:style w:type="character" w:customStyle="1" w:styleId="Call-outTextHere01Char">
    <w:name w:val="Call-out Text Here 01 Char"/>
    <w:basedOn w:val="BasicParagraphChar"/>
    <w:link w:val="Call-outTextHere01"/>
    <w:rsid w:val="00DB2718"/>
    <w:rPr>
      <w:rFonts w:ascii="Arial" w:hAnsi="Arial"/>
      <w:b/>
      <w:color w:val="FFFFF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7F5C"/>
    <w:rPr>
      <w:rFonts w:ascii="Tahoma" w:hAnsi="Tahoma" w:cs="Tahoma"/>
      <w:sz w:val="16"/>
      <w:szCs w:val="16"/>
    </w:rPr>
  </w:style>
  <w:style w:type="character" w:customStyle="1" w:styleId="InsertListHere01Char">
    <w:name w:val="Insert List Here 01 Char"/>
    <w:basedOn w:val="DefaultParagraphFont"/>
    <w:link w:val="InsertListHere01"/>
    <w:rsid w:val="00DB2718"/>
    <w:rPr>
      <w:rFonts w:ascii="Arial" w:hAnsi="Arial"/>
      <w:b/>
      <w:color w:val="FFFFFF"/>
      <w:sz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F5C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F37F5C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37F5C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37F5C"/>
    <w:rPr>
      <w:b/>
      <w:bCs/>
    </w:rPr>
  </w:style>
  <w:style w:type="character" w:styleId="Hyperlink">
    <w:name w:val="Hyperlink"/>
    <w:basedOn w:val="DefaultParagraphFont"/>
    <w:uiPriority w:val="99"/>
    <w:unhideWhenUsed/>
    <w:rsid w:val="007E10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stine\AppData\Roaming\Microsoft\Templates\HP_ModernElegance_FlyerVert_TP1037944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HP_ModernElegance_FlyerVert_TP10379446</Template>
  <TotalTime>57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Justine</dc:creator>
  <cp:lastModifiedBy>Justine</cp:lastModifiedBy>
  <cp:revision>4</cp:revision>
  <cp:lastPrinted>2008-04-02T19:16:00Z</cp:lastPrinted>
  <dcterms:created xsi:type="dcterms:W3CDTF">2013-03-12T00:26:00Z</dcterms:created>
  <dcterms:modified xsi:type="dcterms:W3CDTF">2013-03-12T01:27:00Z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TC103794469990</vt:lpwstr>
  </property>
</Properties>
</file>